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02A91-9374-4A0A-B622-D44F260321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